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83AE7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183AE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34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183AE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83A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Азија:  друштвено-географске  одлике--</w:t>
            </w:r>
            <w:r w:rsidR="00183AE7" w:rsidRPr="00183AE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Суживот мноштва  различитих  култура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9006A7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83AE7" w:rsidRPr="00183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Указивање на бројност становништва,старе цивилизације,нерaвномерност насељености, регионалне разлике основних демографских одлика, неусклађеност природних бога</w:t>
            </w:r>
            <w:r w:rsidR="00183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тстава и економске развијености  Азије.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183AE7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друштвено-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Азије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83A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Развој  склоности  ка  тимском  раду  и  срадњи.</w:t>
            </w:r>
          </w:p>
          <w:p w:rsidR="00530636" w:rsidRPr="002A05C5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83AE7" w:rsidRPr="00183AE7" w:rsidRDefault="00183AE7" w:rsidP="00183AE7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-разуме разноврсност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и  сложеност  </w:t>
            </w: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демографских одлика Азије</w:t>
            </w:r>
          </w:p>
          <w:p w:rsidR="00183AE7" w:rsidRPr="00183AE7" w:rsidRDefault="00183AE7" w:rsidP="00183AE7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брз  привредни  раст  појединих  делова  Азије</w:t>
            </w:r>
          </w:p>
          <w:p w:rsidR="004410CA" w:rsidRDefault="00183AE7" w:rsidP="00183AE7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-издвоји и  на карти  п</w:t>
            </w:r>
            <w:r w:rsidR="009006A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окаже  географске  регије  Азији</w:t>
            </w:r>
          </w:p>
          <w:p w:rsidR="006976D8" w:rsidRPr="00B07CAB" w:rsidRDefault="006976D8" w:rsidP="00183AE7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183AE7" w:rsidRPr="00183AE7" w:rsidRDefault="00183AE7" w:rsidP="00183AE7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3AE7">
              <w:rPr>
                <w:rFonts w:ascii="Times New Roman" w:hAnsi="Times New Roman"/>
                <w:sz w:val="24"/>
                <w:szCs w:val="24"/>
                <w:lang w:val="sr-Cyrl-RS"/>
              </w:rPr>
              <w:t>ГЕ1.1.3. Препознаје и чита географске и допунске елементе карте. Чита називе држава, већих градова и географских регија Азије.</w:t>
            </w:r>
          </w:p>
          <w:p w:rsidR="00183AE7" w:rsidRDefault="00183AE7" w:rsidP="00183AE7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3AE7">
              <w:rPr>
                <w:rFonts w:ascii="Times New Roman" w:hAnsi="Times New Roman"/>
                <w:sz w:val="24"/>
                <w:szCs w:val="24"/>
                <w:lang w:val="sr-Cyrl-RS"/>
              </w:rPr>
              <w:t>ГЕ1.4.2. Препознаје основне друштвене одлике Азије. Препознаје расно, етничко и верско шаренило Азије. Препознаје регије и државе Азије.</w:t>
            </w:r>
          </w:p>
          <w:p w:rsidR="002A05C5" w:rsidRDefault="00670648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183AE7" w:rsidRPr="00183AE7" w:rsidRDefault="00183AE7" w:rsidP="00183AE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3A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географској карти Азије –  држава, већих градова и географских регија.</w:t>
            </w:r>
          </w:p>
          <w:p w:rsidR="00183AE7" w:rsidRPr="00183AE7" w:rsidRDefault="00183AE7" w:rsidP="00183AE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3A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183AE7" w:rsidRPr="00183AE7" w:rsidRDefault="00183AE7" w:rsidP="00183AE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3A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ГЕ2.3.1. Објашњава природно и механичко кретање становништва Азије, сложену структуру, и различиту густину насељености Азије.</w:t>
            </w:r>
          </w:p>
          <w:p w:rsidR="00183AE7" w:rsidRPr="00183AE7" w:rsidRDefault="00183AE7" w:rsidP="00183AE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3A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друштвене одлике Азије.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183AE7" w:rsidRPr="00183AE7" w:rsidRDefault="00183AE7" w:rsidP="00183A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3A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ГЕ3.1.1. На основу анализе карте Азије доноси закључке о просторним (топографским) и каузалним везама географских чињеница Азије –  утицај рељефа на распоред становништва. </w:t>
            </w:r>
          </w:p>
          <w:p w:rsidR="00530636" w:rsidRPr="002A05C5" w:rsidRDefault="00183AE7" w:rsidP="00183A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3A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ГЕ3.4.3. Објашњава географске везе и законитости Азије – сложену структуру становништва Азије, одлике привреде и издваја географске регије Азије.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83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  и  групни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83AE7" w:rsidRPr="00183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текстуална</w:t>
            </w:r>
            <w:r w:rsidR="00183A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2A05C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  <w:r w:rsidRPr="00442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B07CAB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006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разговору  са  ученицим  обнављамо  стечено  знање  о  приордногеографским  одликама  Азије.Тражимо од  ученика да  издвоје и  на  карти  покажу  географске  регије  Азије.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Default="009006A7" w:rsidP="009006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="0055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делимо  у  четири  групе и  дјемо им задатак  да  прочитају наставну  јединицу  уџбенику   и  географску  карту  азије у атласу и  саставе  концепт-кратке  белешке на  следеће  теме:</w:t>
            </w:r>
          </w:p>
          <w:p w:rsidR="0055584E" w:rsidRDefault="0055584E" w:rsidP="009006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-расе,  народи, језици,  религија</w:t>
            </w:r>
          </w:p>
          <w:p w:rsidR="0055584E" w:rsidRDefault="0055584E" w:rsidP="009006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-густина  насељености  и  природни  прираштај</w:t>
            </w:r>
          </w:p>
          <w:p w:rsidR="0055584E" w:rsidRDefault="0055584E" w:rsidP="009006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-највећи градови</w:t>
            </w:r>
          </w:p>
          <w:p w:rsidR="0055584E" w:rsidRPr="001646A0" w:rsidRDefault="0055584E" w:rsidP="009006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-привреда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2A0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886172">
        <w:tc>
          <w:tcPr>
            <w:tcW w:w="9576" w:type="dxa"/>
          </w:tcPr>
          <w:p w:rsidR="00442829" w:rsidRPr="00530636" w:rsidRDefault="009006A7" w:rsidP="000F3373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ченици постављају илустрације на од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говарајућа места на карти Азије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.П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редстављају текст прип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ремљен на основу читања лекције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.В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рачуна да ученици уоче регионалне разлике и повезаност друштвених и природно географских одлика Азије (насељеност, привреда, регије).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0F3373" w:rsidRPr="009006A7" w:rsidRDefault="00B80B22" w:rsidP="000F33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06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0F3373" w:rsidRPr="009006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</w:t>
            </w:r>
            <w:r w:rsidR="00442829" w:rsidRPr="009006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9006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АЗИЈА:</w:t>
            </w:r>
            <w:r w:rsidR="000F3373" w:rsidRPr="009006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ДРУШТВЕНОГЕОГРАФСКЕ ОДЛИКЕ</w:t>
            </w:r>
          </w:p>
          <w:p w:rsidR="000F3373" w:rsidRPr="009006A7" w:rsidRDefault="000F3373" w:rsidP="000F33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3373" w:rsidRPr="000F3373" w:rsidRDefault="009006A7" w:rsidP="000F33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табли или на зиду је стара географска карта Азије. Ученици су добили припремљене </w:t>
            </w:r>
            <w:r w:rsid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(доноси их настаник и ученици – са Интернета или цртежи ученика).    На </w:t>
            </w:r>
            <w:r w:rsid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илустрацијама </w:t>
            </w:r>
            <w:r w:rsidR="000F3373"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су:</w:t>
            </w:r>
          </w:p>
          <w:p w:rsidR="000F3373" w:rsidRPr="000F3373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припадници појединих народа – Арапин, Индус, Кинез, Јапанац,</w:t>
            </w:r>
          </w:p>
          <w:p w:rsidR="000F3373" w:rsidRPr="000F3373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симболи религија – крст, звезда и полумесец, Давидова звезда...,</w:t>
            </w:r>
          </w:p>
          <w:p w:rsidR="000F3373" w:rsidRPr="000F3373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градови – Токио, Пекинг, Мумбај, Абу Даби, Јерусалим,</w:t>
            </w:r>
          </w:p>
          <w:p w:rsidR="000F3373" w:rsidRPr="000F3373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привредни објекти и пејзажи – нафтовод, пиринчано поље, брзи воз у Јапану, тундра, тајга, пустиња.</w:t>
            </w:r>
          </w:p>
          <w:p w:rsidR="00D6605E" w:rsidRPr="00192825" w:rsidRDefault="000F3373" w:rsidP="000F3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</w:t>
            </w:r>
            <w:r w:rsidR="006976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 ученика је да на карти иглица</w:t>
            </w:r>
            <w:bookmarkStart w:id="0" w:name="_GoBack"/>
            <w:bookmarkEnd w:id="0"/>
            <w:r w:rsidRPr="000F3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 причврсте слике у одговарајућу регију Азије.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0F3373"/>
    <w:rsid w:val="001646A0"/>
    <w:rsid w:val="00177289"/>
    <w:rsid w:val="00183AE7"/>
    <w:rsid w:val="00192825"/>
    <w:rsid w:val="001C6C13"/>
    <w:rsid w:val="001D57CA"/>
    <w:rsid w:val="002365E8"/>
    <w:rsid w:val="002A05C5"/>
    <w:rsid w:val="003321C2"/>
    <w:rsid w:val="00391413"/>
    <w:rsid w:val="003A7B13"/>
    <w:rsid w:val="003C170C"/>
    <w:rsid w:val="003F1D6D"/>
    <w:rsid w:val="004410CA"/>
    <w:rsid w:val="00442829"/>
    <w:rsid w:val="0045123D"/>
    <w:rsid w:val="00466279"/>
    <w:rsid w:val="00491F36"/>
    <w:rsid w:val="004C7CD5"/>
    <w:rsid w:val="00530636"/>
    <w:rsid w:val="00545C96"/>
    <w:rsid w:val="0055584E"/>
    <w:rsid w:val="005F784B"/>
    <w:rsid w:val="00605D58"/>
    <w:rsid w:val="00606767"/>
    <w:rsid w:val="00657717"/>
    <w:rsid w:val="00664F16"/>
    <w:rsid w:val="00670648"/>
    <w:rsid w:val="00680587"/>
    <w:rsid w:val="006976D8"/>
    <w:rsid w:val="006F2937"/>
    <w:rsid w:val="007906D8"/>
    <w:rsid w:val="007E6623"/>
    <w:rsid w:val="0080459B"/>
    <w:rsid w:val="00813711"/>
    <w:rsid w:val="00854D2A"/>
    <w:rsid w:val="008F0F0B"/>
    <w:rsid w:val="009006A7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07CAB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36783"/>
    <w:rsid w:val="00F429C8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E477B-4DF0-41E1-BDD5-56ED9BC8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2020-07-03T21:10:00Z</dcterms:created>
  <dcterms:modified xsi:type="dcterms:W3CDTF">2020-07-07T17:04:00Z</dcterms:modified>
</cp:coreProperties>
</file>